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7D1" w:rsidRDefault="00C927D1" w:rsidP="009E1299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pt;visibility:visible">
            <v:imagedata r:id="rId5" o:title=""/>
          </v:shape>
        </w:pict>
      </w:r>
    </w:p>
    <w:p w:rsidR="00C927D1" w:rsidRDefault="00C927D1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C927D1" w:rsidRPr="005D3735" w:rsidRDefault="00C927D1" w:rsidP="005D3735">
      <w:pPr>
        <w:jc w:val="center"/>
        <w:rPr>
          <w:b/>
          <w:sz w:val="40"/>
          <w:szCs w:val="40"/>
        </w:rPr>
      </w:pPr>
    </w:p>
    <w:p w:rsidR="00C927D1" w:rsidRDefault="00C927D1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C927D1" w:rsidRDefault="00C927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C927D1" w:rsidRDefault="00C927D1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C927D1" w:rsidRDefault="00C927D1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C927D1" w:rsidRPr="001B13D6" w:rsidRDefault="00C927D1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C927D1" w:rsidRDefault="00C927D1">
      <w:pPr>
        <w:jc w:val="center"/>
        <w:rPr>
          <w:b/>
          <w:sz w:val="44"/>
          <w:szCs w:val="44"/>
        </w:rPr>
      </w:pPr>
    </w:p>
    <w:p w:rsidR="00C927D1" w:rsidRDefault="00C927D1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>30</w:t>
      </w:r>
      <w:r w:rsidRPr="00AB6498">
        <w:rPr>
          <w:sz w:val="28"/>
          <w:szCs w:val="28"/>
        </w:rPr>
        <w:t xml:space="preserve"> » </w:t>
      </w:r>
      <w:r>
        <w:rPr>
          <w:sz w:val="28"/>
          <w:szCs w:val="28"/>
          <w:u w:val="single"/>
        </w:rPr>
        <w:t xml:space="preserve">марта </w:t>
      </w:r>
      <w:r w:rsidRPr="00AB6498">
        <w:rPr>
          <w:sz w:val="28"/>
          <w:szCs w:val="28"/>
        </w:rPr>
        <w:t xml:space="preserve"> 2015 года  №</w:t>
      </w:r>
      <w:r>
        <w:rPr>
          <w:sz w:val="28"/>
          <w:szCs w:val="28"/>
          <w:u w:val="single"/>
        </w:rPr>
        <w:t>5-122</w:t>
      </w:r>
      <w:r w:rsidRPr="00AB6498">
        <w:rPr>
          <w:sz w:val="28"/>
          <w:szCs w:val="28"/>
        </w:rPr>
        <w:t xml:space="preserve">   </w:t>
      </w:r>
    </w:p>
    <w:p w:rsidR="00C927D1" w:rsidRDefault="00C927D1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C927D1" w:rsidRDefault="00C927D1" w:rsidP="00AB6498">
      <w:pPr>
        <w:rPr>
          <w:sz w:val="28"/>
          <w:szCs w:val="28"/>
        </w:rPr>
      </w:pPr>
    </w:p>
    <w:p w:rsidR="00C927D1" w:rsidRDefault="00C927D1" w:rsidP="00D437FA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от 18 декабря 2014 года  №5-81 «О бюджете Мглинского муниципального  района на 2015 год и на плановый период 2016 и2017 годов»</w:t>
      </w:r>
    </w:p>
    <w:p w:rsidR="00C927D1" w:rsidRDefault="00C927D1" w:rsidP="00AB6498">
      <w:pPr>
        <w:rPr>
          <w:sz w:val="28"/>
          <w:szCs w:val="28"/>
        </w:rPr>
      </w:pPr>
    </w:p>
    <w:p w:rsidR="00C927D1" w:rsidRDefault="00C927D1" w:rsidP="00AB6498">
      <w:pPr>
        <w:rPr>
          <w:sz w:val="28"/>
          <w:szCs w:val="28"/>
        </w:rPr>
      </w:pPr>
    </w:p>
    <w:p w:rsidR="00C927D1" w:rsidRDefault="00C927D1" w:rsidP="00D437FA">
      <w:pPr>
        <w:jc w:val="both"/>
        <w:rPr>
          <w:sz w:val="28"/>
          <w:szCs w:val="28"/>
        </w:rPr>
      </w:pPr>
    </w:p>
    <w:p w:rsidR="00C927D1" w:rsidRPr="00D437FA" w:rsidRDefault="00C927D1" w:rsidP="00D437FA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437FA">
        <w:rPr>
          <w:sz w:val="28"/>
          <w:szCs w:val="28"/>
        </w:rPr>
        <w:t>Внести в решение от 18 декабря 2014 года № 5-81 «О бюджетеМглинского муниципального района на 2015 год и на плановый период 2016 и 2017 годов» следующие изменения:</w:t>
      </w:r>
    </w:p>
    <w:p w:rsidR="00C927D1" w:rsidRDefault="00C927D1" w:rsidP="00D437FA">
      <w:pPr>
        <w:pStyle w:val="ListParagraph"/>
        <w:ind w:left="0"/>
        <w:jc w:val="both"/>
        <w:rPr>
          <w:sz w:val="28"/>
          <w:szCs w:val="28"/>
        </w:rPr>
      </w:pPr>
    </w:p>
    <w:p w:rsidR="00C927D1" w:rsidRDefault="00C927D1" w:rsidP="00D437FA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1 решения в абзаце 2,3,4 и 5 текст:</w:t>
      </w:r>
    </w:p>
    <w:p w:rsidR="00C927D1" w:rsidRDefault="00C927D1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252 630 912 рублей;</w:t>
      </w:r>
    </w:p>
    <w:p w:rsidR="00C927D1" w:rsidRDefault="00C927D1" w:rsidP="00D437FA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объемрасходов бюджета района в сумме  252 630 912 рублей</w:t>
      </w:r>
    </w:p>
    <w:p w:rsidR="00C927D1" w:rsidRDefault="00C927D1" w:rsidP="00C174D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общий объем доходов бюджета района на 2016 год в сумме 253 528 789 рублей и на 2017 год в сумме 256 677 653 рубля;</w:t>
      </w:r>
    </w:p>
    <w:p w:rsidR="00C927D1" w:rsidRDefault="00C927D1" w:rsidP="00C174D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района  на 2016 год в сумме  253 528 789 рублей, в том числе условно утвержденные расходы в сумме 6 500 739 рублей и на 2017 год в сумме 256 677 653 рубля, в том числе условно утвержденные расходы 13 509 351 рубль»</w:t>
      </w:r>
    </w:p>
    <w:p w:rsidR="00C927D1" w:rsidRDefault="00C927D1" w:rsidP="00C174D9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p w:rsidR="00C927D1" w:rsidRDefault="00C927D1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«прогнозируемый общий объем доходов бюджета района в сумме 250 882 032 рубля 58 копеек;</w:t>
      </w:r>
    </w:p>
    <w:p w:rsidR="00C927D1" w:rsidRDefault="00C927D1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района в сумме  254 058</w:t>
      </w:r>
      <w:bookmarkStart w:id="0" w:name="_GoBack"/>
      <w:bookmarkEnd w:id="0"/>
      <w:r>
        <w:rPr>
          <w:sz w:val="28"/>
          <w:szCs w:val="28"/>
        </w:rPr>
        <w:t xml:space="preserve"> 284 рубля 84 копейки</w:t>
      </w:r>
    </w:p>
    <w:p w:rsidR="00C927D1" w:rsidRDefault="00C927D1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прогнозируемый общий объем доходов бюджета района на 2016 год в сумме 247 587617 рублей и на 2017 год в сумме 250 853 885 рубля;</w:t>
      </w:r>
    </w:p>
    <w:p w:rsidR="00C927D1" w:rsidRDefault="00C927D1" w:rsidP="00CE41C8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расходов бюджета района  на 2016 год в сумме  247 587 617 рублей, в том числе условно утвержденные расходы в сумме 6 500 739 рублей и на 2017 год в сумме 250 853 885 рублей, в том числе условно утвержденные расходы 13 509 351 рубль»</w:t>
      </w:r>
    </w:p>
    <w:p w:rsidR="00C927D1" w:rsidRDefault="00C927D1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6B481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№1 «Прогнозируемые доходы бюджета муниципального района на 2015 год» изложить в новой редакции согласно приложению №1 к настоящему решению. </w:t>
      </w:r>
    </w:p>
    <w:p w:rsidR="00C927D1" w:rsidRPr="006B4814" w:rsidRDefault="00C927D1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 w:rsidRPr="006B4814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 №2 «Прогнозируемые доходы бюджета муниципального района на плановый период 2016 и 2017  годов» изложить в новой редакции согласно приложению №2 к настоящему решению. </w:t>
      </w:r>
    </w:p>
    <w:p w:rsidR="00C927D1" w:rsidRPr="006B4814" w:rsidRDefault="00C927D1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№7 «Ведомственная структура расходов бюджета  муниципального района на 2015 год» изложить в новой редакции согласно приложению №3 к настоящему решению. </w:t>
      </w:r>
    </w:p>
    <w:p w:rsidR="00C927D1" w:rsidRPr="006B4814" w:rsidRDefault="00C927D1" w:rsidP="006B4814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№8 «Ведомственная структура расходов бюджета  муниципального района на плановый период 2016и 2017 годов» изложить в новой редакции согласно приложению № 4 к настоящему решению. </w:t>
      </w:r>
    </w:p>
    <w:p w:rsidR="00C927D1" w:rsidRPr="006B4814" w:rsidRDefault="00C927D1" w:rsidP="00A67F45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9 «Распределение расходов бюджета муниципального района целевым статьям (муниципальным программам и непрограммным направлениям деятельности), группам видов расходов на 2015 год» изложить в новой редакции согласно приложению № 5 к настоящему решению. </w:t>
      </w:r>
    </w:p>
    <w:p w:rsidR="00C927D1" w:rsidRPr="006B4814" w:rsidRDefault="00C927D1" w:rsidP="00A67F45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10  «Распределение расходов бюджета муниципального района целевым статьям (муниципальным программам и непрограммным направлениям деятельности), группам видов расходов на плановый период 2016 и 2017 год» изложить в новой редакции согласно приложению № 6 к настоящему решению. </w:t>
      </w:r>
    </w:p>
    <w:p w:rsidR="00C927D1" w:rsidRDefault="00C927D1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 текста:</w:t>
      </w:r>
    </w:p>
    <w:p w:rsidR="00C927D1" w:rsidRDefault="00C927D1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в сумме 143 786 912 рублей, на 2016 год в сумме 141 697 289 рублей и на 2017 год в сумме 141 770 953 рубля»</w:t>
      </w:r>
    </w:p>
    <w:p w:rsidR="00C927D1" w:rsidRPr="006B4814" w:rsidRDefault="00C927D1" w:rsidP="0022037F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C927D1" w:rsidRDefault="00C927D1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получаемых из других бюджетов, на 2015 год в сумме 198 411 879 рублей, на 2016 год в сумме 192 029 117 рублей и на 2017 год в сумме 190 801 185 рублей»</w:t>
      </w:r>
    </w:p>
    <w:p w:rsidR="00C927D1" w:rsidRDefault="00C927D1" w:rsidP="0022037F">
      <w:pPr>
        <w:jc w:val="both"/>
        <w:rPr>
          <w:sz w:val="28"/>
          <w:szCs w:val="28"/>
        </w:rPr>
      </w:pPr>
      <w:r>
        <w:rPr>
          <w:sz w:val="28"/>
          <w:szCs w:val="28"/>
        </w:rPr>
        <w:t>В пункте 6 решения абзац 14 текста:</w:t>
      </w:r>
    </w:p>
    <w:p w:rsidR="00C927D1" w:rsidRDefault="00C927D1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12 479 258 рублей, на 2016 год в сумме 12 668 140 рублей и на 2017 год в сумме 12 741 624 рубля»</w:t>
      </w:r>
    </w:p>
    <w:p w:rsidR="00C927D1" w:rsidRPr="006B4814" w:rsidRDefault="00C927D1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изложить в редакции: </w:t>
      </w:r>
    </w:p>
    <w:p w:rsidR="00C927D1" w:rsidRDefault="00C927D1" w:rsidP="004D68E6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«Установить объем межбюджетных трансфертов, предоставляемых бюджетам поселений на  2015 год в сумме 11 803 666 рублей, на 2016 год в сумме 12 064 840 рублей и на 2017 год в сумме 12 126 624 рубля»</w:t>
      </w:r>
    </w:p>
    <w:p w:rsidR="00C927D1" w:rsidRPr="006B4814" w:rsidRDefault="00C927D1" w:rsidP="004D68E6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2  приложения № 13 изложить в новой редакции согласно приложению № 7 к настоящему решению. </w:t>
      </w:r>
    </w:p>
    <w:p w:rsidR="00C927D1" w:rsidRPr="006B4814" w:rsidRDefault="00C927D1" w:rsidP="00B861BF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3 приложения № 13 изложить в новой редакции согласно приложению № 8 к настоящему решению. </w:t>
      </w:r>
    </w:p>
    <w:p w:rsidR="00C927D1" w:rsidRPr="006B4814" w:rsidRDefault="00C927D1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2  приложения № 14 изложить в новой редакции согласно приложению № 9 к настоящему решению. </w:t>
      </w:r>
    </w:p>
    <w:p w:rsidR="00C927D1" w:rsidRPr="006B4814" w:rsidRDefault="00C927D1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Таблицу 3 приложения № 14 изложить в новой редакции согласно приложению № 10 к настоящему решению. </w:t>
      </w:r>
    </w:p>
    <w:p w:rsidR="00C927D1" w:rsidRPr="006B4814" w:rsidRDefault="00C927D1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15 «Источники внутреннего финансирования дефицита бюджета Мглинского муниципального района на 2015 год»  изложить в новой редакции согласно приложению № 11 к настоящему решению. </w:t>
      </w:r>
    </w:p>
    <w:p w:rsidR="00C927D1" w:rsidRDefault="00C927D1" w:rsidP="00732AB2">
      <w:pPr>
        <w:pStyle w:val="ListParagraph"/>
        <w:numPr>
          <w:ilvl w:val="1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16 «Источники внутреннего финансирования дефицита бюджета Мглинского муниципального района на плановый период 2016 и 2017 годов»  изложить в новой редакции согласно приложению № 12 к настоящему решению.</w:t>
      </w:r>
    </w:p>
    <w:p w:rsidR="00C927D1" w:rsidRDefault="00C927D1" w:rsidP="00732AB2">
      <w:pPr>
        <w:pStyle w:val="ListParagraph"/>
        <w:ind w:left="0"/>
        <w:jc w:val="both"/>
        <w:rPr>
          <w:sz w:val="28"/>
          <w:szCs w:val="28"/>
        </w:rPr>
      </w:pPr>
    </w:p>
    <w:p w:rsidR="00C927D1" w:rsidRPr="009F2290" w:rsidRDefault="00C927D1" w:rsidP="009F2290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C927D1" w:rsidRDefault="00C927D1" w:rsidP="00732AB2">
      <w:pPr>
        <w:pStyle w:val="ListParagraph"/>
        <w:ind w:left="142"/>
        <w:jc w:val="both"/>
        <w:rPr>
          <w:sz w:val="28"/>
          <w:szCs w:val="28"/>
        </w:rPr>
      </w:pPr>
    </w:p>
    <w:p w:rsidR="00C927D1" w:rsidRPr="0026200B" w:rsidRDefault="00C927D1" w:rsidP="0026200B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26200B">
        <w:rPr>
          <w:sz w:val="28"/>
          <w:szCs w:val="28"/>
        </w:rPr>
        <w:t>Настоящее решение опубликовать в официальном печатном издании «Муниципальный вестник».</w:t>
      </w:r>
    </w:p>
    <w:p w:rsidR="00C927D1" w:rsidRDefault="00C927D1" w:rsidP="00732AB2">
      <w:pPr>
        <w:pStyle w:val="ListParagraph"/>
        <w:rPr>
          <w:sz w:val="28"/>
          <w:szCs w:val="28"/>
        </w:rPr>
      </w:pPr>
    </w:p>
    <w:p w:rsidR="00C927D1" w:rsidRDefault="00C927D1" w:rsidP="00732AB2">
      <w:pPr>
        <w:pStyle w:val="ListParagraph"/>
        <w:rPr>
          <w:sz w:val="28"/>
          <w:szCs w:val="28"/>
        </w:rPr>
      </w:pPr>
    </w:p>
    <w:p w:rsidR="00C927D1" w:rsidRPr="00732AB2" w:rsidRDefault="00C927D1" w:rsidP="00732AB2">
      <w:pPr>
        <w:pStyle w:val="ListParagraph"/>
        <w:rPr>
          <w:sz w:val="28"/>
          <w:szCs w:val="28"/>
        </w:rPr>
      </w:pPr>
    </w:p>
    <w:p w:rsidR="00C927D1" w:rsidRDefault="00C927D1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района, председатель </w:t>
      </w:r>
    </w:p>
    <w:p w:rsidR="00C927D1" w:rsidRPr="00732AB2" w:rsidRDefault="00C927D1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                                 Н.В.Воликова</w:t>
      </w:r>
    </w:p>
    <w:p w:rsidR="00C927D1" w:rsidRPr="006B4814" w:rsidRDefault="00C927D1" w:rsidP="00732AB2">
      <w:pPr>
        <w:pStyle w:val="ListParagraph"/>
        <w:ind w:left="1004"/>
        <w:jc w:val="both"/>
        <w:rPr>
          <w:sz w:val="28"/>
          <w:szCs w:val="28"/>
        </w:rPr>
      </w:pPr>
    </w:p>
    <w:p w:rsidR="00C927D1" w:rsidRPr="006B4814" w:rsidRDefault="00C927D1" w:rsidP="00732AB2">
      <w:pPr>
        <w:pStyle w:val="ListParagraph"/>
        <w:ind w:left="1004"/>
        <w:jc w:val="both"/>
        <w:rPr>
          <w:sz w:val="28"/>
          <w:szCs w:val="28"/>
        </w:rPr>
      </w:pPr>
    </w:p>
    <w:p w:rsidR="00C927D1" w:rsidRPr="006B4814" w:rsidRDefault="00C927D1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C927D1" w:rsidRPr="006B4814" w:rsidSect="0026200B">
      <w:pgSz w:w="11906" w:h="16838"/>
      <w:pgMar w:top="709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342FF"/>
    <w:rsid w:val="000411B5"/>
    <w:rsid w:val="00127B10"/>
    <w:rsid w:val="00143543"/>
    <w:rsid w:val="001A2C37"/>
    <w:rsid w:val="001B13D6"/>
    <w:rsid w:val="001F32D4"/>
    <w:rsid w:val="0022037F"/>
    <w:rsid w:val="0026200B"/>
    <w:rsid w:val="00350E9E"/>
    <w:rsid w:val="003962A0"/>
    <w:rsid w:val="004A27BB"/>
    <w:rsid w:val="004D68E6"/>
    <w:rsid w:val="005762F5"/>
    <w:rsid w:val="005D3735"/>
    <w:rsid w:val="006B4814"/>
    <w:rsid w:val="006C7853"/>
    <w:rsid w:val="00732AB2"/>
    <w:rsid w:val="00741496"/>
    <w:rsid w:val="007A7042"/>
    <w:rsid w:val="007B72EC"/>
    <w:rsid w:val="009E1299"/>
    <w:rsid w:val="009E442D"/>
    <w:rsid w:val="009F2290"/>
    <w:rsid w:val="00A67F45"/>
    <w:rsid w:val="00AB6498"/>
    <w:rsid w:val="00B015E3"/>
    <w:rsid w:val="00B1636F"/>
    <w:rsid w:val="00B861BF"/>
    <w:rsid w:val="00BE617C"/>
    <w:rsid w:val="00C174D9"/>
    <w:rsid w:val="00C52FF8"/>
    <w:rsid w:val="00C927D1"/>
    <w:rsid w:val="00CC5C83"/>
    <w:rsid w:val="00CE41C8"/>
    <w:rsid w:val="00D33D19"/>
    <w:rsid w:val="00D437FA"/>
    <w:rsid w:val="00DA2573"/>
    <w:rsid w:val="00E20D04"/>
    <w:rsid w:val="00E54F8F"/>
    <w:rsid w:val="00F03CDD"/>
    <w:rsid w:val="00F17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76</TotalTime>
  <Pages>3</Pages>
  <Words>719</Words>
  <Characters>4099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cp:lastPrinted>2015-04-06T13:47:00Z</cp:lastPrinted>
  <dcterms:created xsi:type="dcterms:W3CDTF">2015-03-29T11:13:00Z</dcterms:created>
  <dcterms:modified xsi:type="dcterms:W3CDTF">2015-04-03T10:18:00Z</dcterms:modified>
</cp:coreProperties>
</file>